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4ED96-BA5D-4165-A3C2-03C3F67E2A2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